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47A" w:rsidRPr="009C54AE" w:rsidRDefault="00997F14" w:rsidP="004B2409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4B2409" w:rsidRPr="00E960BB">
        <w:rPr>
          <w:rFonts w:ascii="Corbel" w:hAnsi="Corbel"/>
          <w:bCs/>
          <w:i/>
        </w:rPr>
        <w:t xml:space="preserve">Załącznik nr 1.5 do Zarządzenia Rektora UR  nr </w:t>
      </w:r>
      <w:r w:rsidR="004B2409">
        <w:rPr>
          <w:rFonts w:ascii="Corbel" w:hAnsi="Corbel"/>
          <w:bCs/>
          <w:i/>
        </w:rPr>
        <w:t>7</w:t>
      </w:r>
      <w:r w:rsidR="004B2409" w:rsidRPr="00E960BB">
        <w:rPr>
          <w:rFonts w:ascii="Corbel" w:hAnsi="Corbel"/>
          <w:bCs/>
          <w:i/>
        </w:rPr>
        <w:t>/20</w:t>
      </w:r>
      <w:r w:rsidR="004B2409">
        <w:rPr>
          <w:rFonts w:ascii="Corbel" w:hAnsi="Corbel"/>
          <w:bCs/>
          <w:i/>
        </w:rPr>
        <w:t>23</w:t>
      </w:r>
      <w:r w:rsidR="0085747A"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643D4B" w:rsidRDefault="0071620A" w:rsidP="00643D4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43D4B">
        <w:rPr>
          <w:rFonts w:ascii="Corbel" w:hAnsi="Corbel"/>
          <w:i/>
          <w:smallCaps/>
          <w:sz w:val="24"/>
          <w:szCs w:val="24"/>
        </w:rPr>
        <w:t>202</w:t>
      </w:r>
      <w:r w:rsidR="00882715">
        <w:rPr>
          <w:rFonts w:ascii="Corbel" w:hAnsi="Corbel"/>
          <w:i/>
          <w:smallCaps/>
          <w:sz w:val="24"/>
          <w:szCs w:val="24"/>
        </w:rPr>
        <w:t>3</w:t>
      </w:r>
      <w:r w:rsidR="00643D4B">
        <w:rPr>
          <w:rFonts w:ascii="Corbel" w:hAnsi="Corbel"/>
          <w:i/>
          <w:smallCaps/>
          <w:sz w:val="24"/>
          <w:szCs w:val="24"/>
        </w:rPr>
        <w:t>-202</w:t>
      </w:r>
      <w:r w:rsidR="00882715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F057D">
        <w:rPr>
          <w:rFonts w:ascii="Corbel" w:hAnsi="Corbel"/>
          <w:sz w:val="20"/>
          <w:szCs w:val="20"/>
        </w:rPr>
        <w:t>20</w:t>
      </w:r>
      <w:r w:rsidR="007C2C9F">
        <w:rPr>
          <w:rFonts w:ascii="Corbel" w:hAnsi="Corbel"/>
          <w:sz w:val="20"/>
          <w:szCs w:val="20"/>
        </w:rPr>
        <w:t>2</w:t>
      </w:r>
      <w:r w:rsidR="00882715">
        <w:rPr>
          <w:rFonts w:ascii="Corbel" w:hAnsi="Corbel"/>
          <w:sz w:val="20"/>
          <w:szCs w:val="20"/>
        </w:rPr>
        <w:t>3</w:t>
      </w:r>
      <w:r w:rsidR="004F057D">
        <w:rPr>
          <w:rFonts w:ascii="Corbel" w:hAnsi="Corbel"/>
          <w:sz w:val="20"/>
          <w:szCs w:val="20"/>
        </w:rPr>
        <w:t>/202</w:t>
      </w:r>
      <w:r w:rsidR="00882715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interpersonalna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963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Spolecznych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963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F05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5CBF">
              <w:rPr>
                <w:rFonts w:ascii="Corbel" w:hAnsi="Corbel"/>
                <w:b w:val="0"/>
                <w:sz w:val="24"/>
                <w:szCs w:val="24"/>
              </w:rPr>
              <w:t>edagogika</w:t>
            </w:r>
            <w:r w:rsidR="00D114F8">
              <w:rPr>
                <w:rFonts w:ascii="Corbel" w:hAnsi="Corbel"/>
                <w:b w:val="0"/>
                <w:sz w:val="24"/>
                <w:szCs w:val="24"/>
              </w:rPr>
              <w:t xml:space="preserve"> Przedszkolna i 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35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4F057D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114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604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I. Kultura języka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Jakub Czopek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114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C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C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114F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  <w:shd w:val="clear" w:color="auto" w:fill="000000" w:themeFill="text1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FE5C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FE5CBF" w:rsidRDefault="00FE5C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E5CB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na temat relacji międzyludzkich</w:t>
            </w:r>
            <w:r w:rsidR="001135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91828" w:rsidRDefault="0029182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D114F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4F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D114F8" w:rsidRDefault="00FE5CB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4F8">
              <w:rPr>
                <w:rFonts w:ascii="Corbel" w:hAnsi="Corbel"/>
                <w:b w:val="0"/>
                <w:sz w:val="24"/>
                <w:szCs w:val="24"/>
              </w:rPr>
              <w:t>Zdobycie podstawowej wiedzy i umiejętności z  zakresu funkcjonowania osoby w relacjach z innymi ludźmi.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D114F8" w:rsidRDefault="00FE5CB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D114F8" w:rsidRDefault="00FE5CB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4F8">
              <w:rPr>
                <w:rFonts w:ascii="Corbel" w:hAnsi="Corbel"/>
                <w:b w:val="0"/>
                <w:sz w:val="24"/>
                <w:szCs w:val="24"/>
              </w:rPr>
              <w:t>Zdobycie umiejętności zastosowania zdobytej wiedzy do tworzenia dobrego klimatu z rozmówcą,  aktywnego słuchania, zachowań asertywnych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D114F8">
        <w:tc>
          <w:tcPr>
            <w:tcW w:w="1701" w:type="dxa"/>
          </w:tcPr>
          <w:p w:rsidR="0085747A" w:rsidRPr="00D114F8" w:rsidRDefault="0085747A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114F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D114F8" w:rsidRDefault="009D3026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Student opisuje pojęcia komunikacji werbalnej i pozawerbalnej</w:t>
            </w:r>
          </w:p>
        </w:tc>
        <w:tc>
          <w:tcPr>
            <w:tcW w:w="1873" w:type="dxa"/>
            <w:vAlign w:val="center"/>
          </w:tcPr>
          <w:p w:rsidR="0085747A" w:rsidRPr="00D114F8" w:rsidRDefault="00FE5CBF" w:rsidP="00D114F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</w:rPr>
              <w:t>PPiW.W17</w:t>
            </w:r>
          </w:p>
        </w:tc>
      </w:tr>
      <w:tr w:rsidR="0085747A" w:rsidRPr="009C54AE" w:rsidTr="00D114F8">
        <w:tc>
          <w:tcPr>
            <w:tcW w:w="1701" w:type="dxa"/>
          </w:tcPr>
          <w:p w:rsidR="0085747A" w:rsidRPr="00D114F8" w:rsidRDefault="0085747A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D114F8" w:rsidRDefault="009D3026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Student sprawnie komunikuje się z innymi</w:t>
            </w:r>
          </w:p>
        </w:tc>
        <w:tc>
          <w:tcPr>
            <w:tcW w:w="1873" w:type="dxa"/>
            <w:vAlign w:val="center"/>
          </w:tcPr>
          <w:p w:rsidR="0085747A" w:rsidRPr="00D114F8" w:rsidRDefault="00FE5CBF" w:rsidP="00D114F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</w:rPr>
              <w:t>PPiW.U15</w:t>
            </w:r>
          </w:p>
        </w:tc>
      </w:tr>
      <w:tr w:rsidR="0085747A" w:rsidRPr="009C54AE" w:rsidTr="00D114F8">
        <w:tc>
          <w:tcPr>
            <w:tcW w:w="1701" w:type="dxa"/>
          </w:tcPr>
          <w:p w:rsidR="0085747A" w:rsidRPr="00D114F8" w:rsidRDefault="004F057D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D114F8" w:rsidRDefault="009D3026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Student dba o kulturę wypowiedzi</w:t>
            </w:r>
          </w:p>
        </w:tc>
        <w:tc>
          <w:tcPr>
            <w:tcW w:w="1873" w:type="dxa"/>
            <w:vAlign w:val="center"/>
          </w:tcPr>
          <w:p w:rsidR="0085747A" w:rsidRPr="00D114F8" w:rsidRDefault="00FE5CBF" w:rsidP="00D114F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  <w:tr w:rsidR="00FE5CBF" w:rsidRPr="009C54AE" w:rsidTr="00D114F8">
        <w:tc>
          <w:tcPr>
            <w:tcW w:w="1701" w:type="dxa"/>
          </w:tcPr>
          <w:p w:rsidR="00FE5CBF" w:rsidRPr="00D114F8" w:rsidRDefault="004F057D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E5CBF" w:rsidRPr="00D114F8" w:rsidRDefault="009D3026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Student poprawnie używa języka polskiego</w:t>
            </w:r>
          </w:p>
        </w:tc>
        <w:tc>
          <w:tcPr>
            <w:tcW w:w="1873" w:type="dxa"/>
            <w:vAlign w:val="center"/>
          </w:tcPr>
          <w:p w:rsidR="00FE5CBF" w:rsidRPr="00D114F8" w:rsidRDefault="00FE5CBF" w:rsidP="00D114F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</w:rPr>
              <w:t>PPiW.K05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3026" w:rsidRPr="009C54AE" w:rsidTr="00151588">
        <w:tc>
          <w:tcPr>
            <w:tcW w:w="9639" w:type="dxa"/>
          </w:tcPr>
          <w:p w:rsidR="009D3026" w:rsidRPr="009D3026" w:rsidRDefault="009D3026" w:rsidP="0015158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1. Podstawowe modele komunikacji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2. Komunikacja werbalna i niewerbalna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AA4627" w:rsidP="00AA46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. Wyrażanie zrozumienia </w:t>
            </w:r>
            <w:r>
              <w:rPr>
                <w:rFonts w:ascii="Corbel" w:hAnsi="Corbel"/>
                <w:sz w:val="24"/>
                <w:szCs w:val="24"/>
              </w:rPr>
              <w:t>i empatii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AA4627" w:rsidP="009D30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. Konflikty i </w:t>
            </w:r>
            <w:r w:rsidR="009D3026">
              <w:rPr>
                <w:rFonts w:ascii="Corbel" w:hAnsi="Corbel"/>
                <w:sz w:val="24"/>
                <w:szCs w:val="24"/>
              </w:rPr>
              <w:t>bariery w komunikacji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AA4627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. Asertywność </w:t>
            </w:r>
          </w:p>
        </w:tc>
      </w:tr>
      <w:tr w:rsidR="009D3026" w:rsidRPr="00F438B4" w:rsidTr="009D3026">
        <w:trPr>
          <w:trHeight w:val="235"/>
        </w:trPr>
        <w:tc>
          <w:tcPr>
            <w:tcW w:w="9639" w:type="dxa"/>
          </w:tcPr>
          <w:p w:rsidR="009D3026" w:rsidRPr="009D3026" w:rsidRDefault="00AA4627" w:rsidP="009D30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. </w:t>
            </w:r>
            <w:r w:rsidR="009D3026">
              <w:rPr>
                <w:rFonts w:ascii="Corbel" w:hAnsi="Corbel"/>
                <w:sz w:val="24"/>
                <w:szCs w:val="24"/>
              </w:rPr>
              <w:t>Tworzenie informacji zwrotnej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A82A7F" w:rsidRDefault="00A82A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D3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Dyskusja, ćwiczenia i praca w grupach, rozwiązywanie zadań problemowych</w:t>
      </w:r>
      <w:r w:rsidR="00A82A7F">
        <w:rPr>
          <w:rFonts w:ascii="Corbel" w:hAnsi="Corbel"/>
          <w:b w:val="0"/>
          <w:smallCaps w:val="0"/>
          <w:szCs w:val="24"/>
        </w:rPr>
        <w:t>, prezentacja multimedialna, drama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D114F8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91828" w:rsidRDefault="00A82A7F" w:rsidP="00291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85747A" w:rsidRPr="00291828" w:rsidRDefault="00A82A7F" w:rsidP="00291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9C54AE" w:rsidTr="00D114F8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291828" w:rsidRDefault="00A82A7F" w:rsidP="00291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85747A" w:rsidRPr="00291828" w:rsidRDefault="00A82A7F" w:rsidP="00291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82A7F" w:rsidRPr="009C54AE" w:rsidTr="00D114F8">
        <w:tc>
          <w:tcPr>
            <w:tcW w:w="1985" w:type="dxa"/>
          </w:tcPr>
          <w:p w:rsidR="00A82A7F" w:rsidRPr="009C54AE" w:rsidRDefault="00A82A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82A7F" w:rsidRPr="00291828" w:rsidRDefault="00A82A7F" w:rsidP="00291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A82A7F" w:rsidRPr="00291828" w:rsidRDefault="00A82A7F" w:rsidP="00291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82A7F" w:rsidRPr="009C54AE" w:rsidTr="00D114F8">
        <w:tc>
          <w:tcPr>
            <w:tcW w:w="1985" w:type="dxa"/>
          </w:tcPr>
          <w:p w:rsidR="00A82A7F" w:rsidRPr="009C54AE" w:rsidRDefault="00A82A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EK_o4</w:t>
            </w:r>
          </w:p>
        </w:tc>
        <w:tc>
          <w:tcPr>
            <w:tcW w:w="5528" w:type="dxa"/>
          </w:tcPr>
          <w:p w:rsidR="00A82A7F" w:rsidRPr="00291828" w:rsidRDefault="00A82A7F" w:rsidP="00291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Kolokwium/obserwacja w trakcie zajęć</w:t>
            </w:r>
          </w:p>
        </w:tc>
        <w:tc>
          <w:tcPr>
            <w:tcW w:w="2126" w:type="dxa"/>
            <w:vAlign w:val="center"/>
          </w:tcPr>
          <w:p w:rsidR="00A82A7F" w:rsidRPr="00291828" w:rsidRDefault="00A82A7F" w:rsidP="00291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A82A7F" w:rsidP="00A82A7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</w:p>
          <w:p w:rsidR="0085747A" w:rsidRPr="00D114F8" w:rsidRDefault="00A82A7F" w:rsidP="009C54A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(zdobycie min. 50% punktów)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4B24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– 25</w:t>
            </w:r>
          </w:p>
          <w:p w:rsidR="00A82A7F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- 10</w:t>
            </w:r>
          </w:p>
          <w:p w:rsidR="00A82A7F" w:rsidRPr="009C54AE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 - 25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A82A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82A7F" w:rsidRPr="00A82A7F" w:rsidRDefault="00A82A7F" w:rsidP="00D114F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J. Stewart,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Mosty zamiast murów. Podręcznik komunikacji interpersonalnej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>, Wydawnictwo Naukowe PWN, Warszawa 2014</w:t>
            </w:r>
          </w:p>
          <w:p w:rsidR="00A82A7F" w:rsidRPr="00A82A7F" w:rsidRDefault="00A82A7F" w:rsidP="00D114F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P. </w:t>
            </w:r>
            <w:proofErr w:type="spellStart"/>
            <w:r w:rsidRPr="00A82A7F">
              <w:rPr>
                <w:rFonts w:ascii="Corbel" w:hAnsi="Corbel"/>
                <w:b w:val="0"/>
                <w:smallCaps w:val="0"/>
                <w:szCs w:val="24"/>
              </w:rPr>
              <w:t>Petrie</w:t>
            </w:r>
            <w:proofErr w:type="spellEnd"/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Komunikacja w pracy z dziećmi i młodzieżą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>. Wyd. Zysk i S-ka Poznań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82A7F" w:rsidRPr="00A82A7F" w:rsidRDefault="00A82A7F" w:rsidP="00D114F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82A7F">
              <w:rPr>
                <w:rFonts w:ascii="Corbel" w:hAnsi="Corbel"/>
                <w:b w:val="0"/>
                <w:smallCaps w:val="0"/>
                <w:szCs w:val="24"/>
              </w:rPr>
              <w:t>Pease</w:t>
            </w:r>
            <w:proofErr w:type="spellEnd"/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Mowa ciała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A82A7F">
              <w:rPr>
                <w:rFonts w:ascii="Corbel" w:hAnsi="Corbel"/>
                <w:b w:val="0"/>
                <w:smallCaps w:val="0"/>
                <w:szCs w:val="24"/>
              </w:rPr>
              <w:t>Rebis</w:t>
            </w:r>
            <w:proofErr w:type="spellEnd"/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 Warszawa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82A7F" w:rsidRPr="00D114F8" w:rsidRDefault="00A82A7F" w:rsidP="00D114F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  <w:lang w:val="en-US"/>
              </w:rPr>
              <w:t xml:space="preserve">R. B. Adler, L.B. Rosenfeld, R.F. </w:t>
            </w:r>
            <w:proofErr w:type="spellStart"/>
            <w:r w:rsidRPr="00D114F8">
              <w:rPr>
                <w:rFonts w:ascii="Corbel" w:hAnsi="Corbel"/>
                <w:sz w:val="24"/>
                <w:szCs w:val="24"/>
                <w:lang w:val="en-US"/>
              </w:rPr>
              <w:t>Proktor</w:t>
            </w:r>
            <w:proofErr w:type="spellEnd"/>
            <w:r w:rsidRPr="00D114F8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. </w:t>
            </w:r>
            <w:r w:rsidRPr="00D114F8">
              <w:rPr>
                <w:rFonts w:ascii="Corbel" w:hAnsi="Corbel"/>
                <w:i/>
                <w:sz w:val="24"/>
                <w:szCs w:val="24"/>
              </w:rPr>
              <w:t>Relacje interpersonalne. Proces porozumiewania się</w:t>
            </w:r>
            <w:r w:rsidRPr="00D114F8">
              <w:rPr>
                <w:rFonts w:ascii="Corbel" w:hAnsi="Corbel"/>
                <w:sz w:val="24"/>
                <w:szCs w:val="24"/>
              </w:rPr>
              <w:t xml:space="preserve">. Dom Wydawniczy </w:t>
            </w:r>
            <w:proofErr w:type="spellStart"/>
            <w:r w:rsidRPr="00D114F8">
              <w:rPr>
                <w:rFonts w:ascii="Corbel" w:hAnsi="Corbel"/>
                <w:sz w:val="24"/>
                <w:szCs w:val="24"/>
              </w:rPr>
              <w:t>Rebis</w:t>
            </w:r>
            <w:proofErr w:type="spellEnd"/>
            <w:r w:rsidRPr="00D114F8">
              <w:rPr>
                <w:rFonts w:ascii="Corbel" w:hAnsi="Corbel"/>
                <w:sz w:val="24"/>
                <w:szCs w:val="24"/>
              </w:rPr>
              <w:t>. Poznań 2006.</w:t>
            </w:r>
          </w:p>
          <w:p w:rsidR="00A82A7F" w:rsidRPr="009C54AE" w:rsidRDefault="00A82A7F" w:rsidP="00D114F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2A7F">
              <w:rPr>
                <w:rFonts w:ascii="Corbel" w:hAnsi="Corbel"/>
                <w:b w:val="0"/>
                <w:szCs w:val="24"/>
              </w:rPr>
              <w:lastRenderedPageBreak/>
              <w:t xml:space="preserve">K. Bocheńska-Włostowska. </w:t>
            </w:r>
            <w:r w:rsidRPr="00A82A7F">
              <w:rPr>
                <w:rFonts w:ascii="Corbel" w:hAnsi="Corbel"/>
                <w:b w:val="0"/>
                <w:i/>
                <w:szCs w:val="24"/>
              </w:rPr>
              <w:t>Akademia umiejętności interpersonalnych</w:t>
            </w:r>
            <w:r w:rsidRPr="00A82A7F">
              <w:rPr>
                <w:rFonts w:ascii="Corbel" w:hAnsi="Corbel"/>
                <w:b w:val="0"/>
                <w:szCs w:val="24"/>
              </w:rPr>
              <w:t>. Oficyna Wydawnicza IMPULS. Kraków 2009.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A82A7F" w:rsidRPr="00A82A7F" w:rsidRDefault="00A82A7F" w:rsidP="00D114F8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Wywierania wrażenia na innych,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Gdańskie wydawnictwo psychologiczne, Gdańsk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448" w:rsidRDefault="006A1448" w:rsidP="00C16ABF">
      <w:pPr>
        <w:spacing w:after="0" w:line="240" w:lineRule="auto"/>
      </w:pPr>
      <w:r>
        <w:separator/>
      </w:r>
    </w:p>
  </w:endnote>
  <w:endnote w:type="continuationSeparator" w:id="0">
    <w:p w:rsidR="006A1448" w:rsidRDefault="006A14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448" w:rsidRDefault="006A1448" w:rsidP="00C16ABF">
      <w:pPr>
        <w:spacing w:after="0" w:line="240" w:lineRule="auto"/>
      </w:pPr>
      <w:r>
        <w:separator/>
      </w:r>
    </w:p>
  </w:footnote>
  <w:footnote w:type="continuationSeparator" w:id="0">
    <w:p w:rsidR="006A1448" w:rsidRDefault="006A144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C340A"/>
    <w:multiLevelType w:val="hybridMultilevel"/>
    <w:tmpl w:val="3E746AC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A145F7"/>
    <w:multiLevelType w:val="hybridMultilevel"/>
    <w:tmpl w:val="CE7ADBF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E0CBC"/>
    <w:multiLevelType w:val="hybridMultilevel"/>
    <w:tmpl w:val="6A8850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D207FB"/>
    <w:multiLevelType w:val="hybridMultilevel"/>
    <w:tmpl w:val="79FAF3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350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182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CC4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CBF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409"/>
    <w:rsid w:val="004D5282"/>
    <w:rsid w:val="004F057D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D4B"/>
    <w:rsid w:val="00647FA8"/>
    <w:rsid w:val="00650C5F"/>
    <w:rsid w:val="00654934"/>
    <w:rsid w:val="006620D9"/>
    <w:rsid w:val="00671958"/>
    <w:rsid w:val="00675843"/>
    <w:rsid w:val="00696477"/>
    <w:rsid w:val="006A144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2C9F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271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6CC5"/>
    <w:rsid w:val="009A78D9"/>
    <w:rsid w:val="009C1331"/>
    <w:rsid w:val="009C3E31"/>
    <w:rsid w:val="009C54AE"/>
    <w:rsid w:val="009C788E"/>
    <w:rsid w:val="009D1F05"/>
    <w:rsid w:val="009D3026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A7F"/>
    <w:rsid w:val="00A84C85"/>
    <w:rsid w:val="00A97DE1"/>
    <w:rsid w:val="00AA462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FF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EC8"/>
    <w:rsid w:val="00C54663"/>
    <w:rsid w:val="00C54E3C"/>
    <w:rsid w:val="00C56036"/>
    <w:rsid w:val="00C604D3"/>
    <w:rsid w:val="00C61DC5"/>
    <w:rsid w:val="00C67E92"/>
    <w:rsid w:val="00C70A26"/>
    <w:rsid w:val="00C72956"/>
    <w:rsid w:val="00C766DF"/>
    <w:rsid w:val="00C94B98"/>
    <w:rsid w:val="00CA2B96"/>
    <w:rsid w:val="00CA5089"/>
    <w:rsid w:val="00CB42CB"/>
    <w:rsid w:val="00CC31E5"/>
    <w:rsid w:val="00CD6897"/>
    <w:rsid w:val="00CE5BAC"/>
    <w:rsid w:val="00CF25BE"/>
    <w:rsid w:val="00CF78ED"/>
    <w:rsid w:val="00D02B25"/>
    <w:rsid w:val="00D02EBA"/>
    <w:rsid w:val="00D114F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3ABD"/>
    <w:rsid w:val="00E63348"/>
    <w:rsid w:val="00E77E88"/>
    <w:rsid w:val="00E8107D"/>
    <w:rsid w:val="00E960BB"/>
    <w:rsid w:val="00E963F6"/>
    <w:rsid w:val="00EA2074"/>
    <w:rsid w:val="00EA4832"/>
    <w:rsid w:val="00EA4E9D"/>
    <w:rsid w:val="00EC4899"/>
    <w:rsid w:val="00ED03AB"/>
    <w:rsid w:val="00ED32D2"/>
    <w:rsid w:val="00ED60B0"/>
    <w:rsid w:val="00EE32DE"/>
    <w:rsid w:val="00EE5457"/>
    <w:rsid w:val="00F070AB"/>
    <w:rsid w:val="00F17567"/>
    <w:rsid w:val="00F27A7B"/>
    <w:rsid w:val="00F526AF"/>
    <w:rsid w:val="00F617C3"/>
    <w:rsid w:val="00F7066B"/>
    <w:rsid w:val="00F717E0"/>
    <w:rsid w:val="00F83B28"/>
    <w:rsid w:val="00FA46E5"/>
    <w:rsid w:val="00FB7DBA"/>
    <w:rsid w:val="00FC1C25"/>
    <w:rsid w:val="00FC3F45"/>
    <w:rsid w:val="00FD503F"/>
    <w:rsid w:val="00FD7589"/>
    <w:rsid w:val="00FE5CB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FA3A34-5E01-4121-B948-44645630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4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F3B45-42A7-4378-B9BF-D14EFBA15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4</Pages>
  <Words>660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2019-11-28T11:22:00Z</dcterms:created>
  <dcterms:modified xsi:type="dcterms:W3CDTF">2023-04-21T06:44:00Z</dcterms:modified>
</cp:coreProperties>
</file>